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E3" w:rsidRPr="00595F6E" w:rsidRDefault="006F39E3">
      <w:r w:rsidRPr="00595F6E">
        <w:t>Melissa Kulesza</w:t>
      </w:r>
    </w:p>
    <w:p w:rsidR="006F39E3" w:rsidRPr="00595F6E" w:rsidRDefault="006F39E3">
      <w:r w:rsidRPr="00595F6E">
        <w:t>EDU 444</w:t>
      </w:r>
    </w:p>
    <w:p w:rsidR="006F39E3" w:rsidRPr="00595F6E" w:rsidRDefault="006F39E3" w:rsidP="00595F6E">
      <w:pPr>
        <w:jc w:val="center"/>
      </w:pPr>
      <w:r w:rsidRPr="00595F6E">
        <w:t>Theatre</w:t>
      </w:r>
    </w:p>
    <w:p w:rsidR="006F39E3" w:rsidRPr="00595F6E" w:rsidRDefault="006F39E3" w:rsidP="00595F6E">
      <w:pPr>
        <w:spacing w:after="0" w:line="240" w:lineRule="auto"/>
        <w:rPr>
          <w:sz w:val="24"/>
          <w:szCs w:val="24"/>
        </w:rPr>
      </w:pPr>
      <w:hyperlink r:id="rId4" w:history="1">
        <w:r w:rsidRPr="00595F6E">
          <w:rPr>
            <w:sz w:val="24"/>
            <w:szCs w:val="24"/>
          </w:rPr>
          <w:t>Goal 1</w:t>
        </w:r>
      </w:hyperlink>
    </w:p>
    <w:p w:rsidR="006F39E3" w:rsidRPr="00595F6E" w:rsidRDefault="006F39E3" w:rsidP="00595F6E">
      <w:pPr>
        <w:spacing w:after="0" w:line="240" w:lineRule="auto"/>
        <w:ind w:left="720"/>
        <w:rPr>
          <w:sz w:val="24"/>
          <w:szCs w:val="24"/>
        </w:rPr>
      </w:pPr>
      <w:r w:rsidRPr="00595F6E">
        <w:rPr>
          <w:sz w:val="24"/>
          <w:szCs w:val="24"/>
        </w:rPr>
        <w:t>The learner will write based on personal experience and heritage, imagination, literature, and history.</w:t>
      </w:r>
    </w:p>
    <w:p w:rsidR="006F39E3" w:rsidRPr="00595F6E" w:rsidRDefault="006F39E3" w:rsidP="00595F6E">
      <w:pPr>
        <w:spacing w:after="0" w:line="240" w:lineRule="auto"/>
        <w:rPr>
          <w:sz w:val="24"/>
          <w:szCs w:val="24"/>
        </w:rPr>
      </w:pPr>
      <w:r w:rsidRPr="00595F6E">
        <w:rPr>
          <w:sz w:val="24"/>
          <w:szCs w:val="24"/>
        </w:rPr>
        <w:t>Objective 1.01</w:t>
      </w:r>
    </w:p>
    <w:p w:rsidR="006F39E3" w:rsidRPr="00595F6E" w:rsidRDefault="006F39E3" w:rsidP="00595F6E">
      <w:pPr>
        <w:spacing w:after="0" w:line="240" w:lineRule="auto"/>
        <w:ind w:left="720"/>
        <w:rPr>
          <w:sz w:val="24"/>
          <w:szCs w:val="24"/>
        </w:rPr>
      </w:pPr>
      <w:r w:rsidRPr="00595F6E">
        <w:rPr>
          <w:sz w:val="24"/>
          <w:szCs w:val="24"/>
        </w:rPr>
        <w:t>Participate in teacher-guided playwriting using simple characters, setting, conflict and resolution</w:t>
      </w:r>
    </w:p>
    <w:p w:rsidR="006F39E3" w:rsidRPr="00595F6E" w:rsidRDefault="006F39E3" w:rsidP="00595F6E">
      <w:pPr>
        <w:spacing w:after="0" w:line="240" w:lineRule="auto"/>
        <w:rPr>
          <w:sz w:val="24"/>
          <w:szCs w:val="24"/>
        </w:rPr>
      </w:pPr>
    </w:p>
    <w:p w:rsidR="006F39E3" w:rsidRPr="00595F6E" w:rsidRDefault="006F39E3" w:rsidP="00595F6E">
      <w:pPr>
        <w:spacing w:after="0" w:line="240" w:lineRule="auto"/>
        <w:rPr>
          <w:sz w:val="24"/>
          <w:szCs w:val="24"/>
        </w:rPr>
      </w:pPr>
      <w:r w:rsidRPr="00595F6E">
        <w:rPr>
          <w:sz w:val="24"/>
          <w:szCs w:val="24"/>
        </w:rPr>
        <w:t>Since my students would be learning about different people that initiated change in the world, I would have them use one of those famous people as their base for performance. I would have my students pick a specific person (Martin Luther King, Rosa Parks, etc) and create some sort of monologue, or dialogue</w:t>
      </w:r>
      <w:r>
        <w:rPr>
          <w:sz w:val="24"/>
          <w:szCs w:val="24"/>
        </w:rPr>
        <w:t xml:space="preserve"> that</w:t>
      </w:r>
      <w:r w:rsidRPr="00595F6E">
        <w:rPr>
          <w:sz w:val="24"/>
          <w:szCs w:val="24"/>
        </w:rPr>
        <w:t xml:space="preserve"> could express what that person might have been feeling at this time. They can decide to work in small groups, or individually. They can write a poem, create a personal short story, or any other ideas that allows them to actually </w:t>
      </w:r>
      <w:r>
        <w:rPr>
          <w:sz w:val="24"/>
          <w:szCs w:val="24"/>
        </w:rPr>
        <w:t xml:space="preserve">become their character. I want them to not only know information about their person, I want them to be able to express to others just a little, of how that person might have felt during their hard times. </w:t>
      </w:r>
    </w:p>
    <w:p w:rsidR="006F39E3" w:rsidRDefault="006F39E3" w:rsidP="00595F6E"/>
    <w:sectPr w:rsidR="006F39E3" w:rsidSect="00A63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F6E"/>
    <w:rsid w:val="00595F6E"/>
    <w:rsid w:val="006E5B00"/>
    <w:rsid w:val="006F39E3"/>
    <w:rsid w:val="00A637ED"/>
    <w:rsid w:val="00AB0445"/>
    <w:rsid w:val="00F7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7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95F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arnnc.org/scos/2001-TAE/0003/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159</Words>
  <Characters>909</Characters>
  <Application>Microsoft Office Outlook</Application>
  <DocSecurity>0</DocSecurity>
  <Lines>0</Lines>
  <Paragraphs>0</Paragraphs>
  <ScaleCrop>false</ScaleCrop>
  <Company>Meredith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Melissa Kulesza</dc:title>
  <dc:subject/>
  <dc:creator>Meredith</dc:creator>
  <cp:keywords/>
  <dc:description/>
  <cp:lastModifiedBy>WCPSS</cp:lastModifiedBy>
  <cp:revision>2</cp:revision>
  <dcterms:created xsi:type="dcterms:W3CDTF">2011-02-08T19:05:00Z</dcterms:created>
  <dcterms:modified xsi:type="dcterms:W3CDTF">2011-02-08T19:05:00Z</dcterms:modified>
</cp:coreProperties>
</file>